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7CF" w:rsidRPr="003866E0" w:rsidRDefault="009B6E64" w:rsidP="003866E0">
      <w:pPr>
        <w:spacing w:after="0" w:line="240" w:lineRule="auto"/>
        <w:rPr>
          <w:rFonts w:cstheme="minorHAnsi"/>
          <w:lang w:val="es-ES"/>
        </w:rPr>
      </w:pPr>
      <w:bookmarkStart w:id="0" w:name="_GoBack"/>
      <w:bookmarkEnd w:id="0"/>
      <w:r w:rsidRPr="003866E0">
        <w:rPr>
          <w:rFonts w:cstheme="minorHAnsi"/>
          <w:lang w:val="es-ES"/>
        </w:rPr>
        <w:t>Alt + F9 para ver el nombre del campo</w:t>
      </w:r>
      <w:r w:rsidRPr="003866E0">
        <w:rPr>
          <w:rFonts w:cstheme="minorHAnsi"/>
          <w:lang w:val="es-ES"/>
        </w:rPr>
        <w:br/>
      </w:r>
      <w:r w:rsidRPr="003866E0">
        <w:rPr>
          <w:rFonts w:cstheme="minorHAnsi"/>
          <w:lang w:val="es-ES"/>
        </w:rPr>
        <w:br/>
      </w:r>
      <w:r w:rsidR="00285B54" w:rsidRPr="003866E0">
        <w:rPr>
          <w:rFonts w:cstheme="minorHAnsi"/>
          <w:lang w:val="es-ES"/>
        </w:rPr>
        <w:t>Matricula</w:t>
      </w:r>
      <w:r w:rsidRPr="003866E0">
        <w:rPr>
          <w:rFonts w:cstheme="minorHAnsi"/>
          <w:lang w:val="es-ES"/>
        </w:rPr>
        <w:t xml:space="preserve"> : </w:t>
      </w:r>
      <w:r w:rsidRPr="003866E0">
        <w:rPr>
          <w:rFonts w:cstheme="minorHAnsi"/>
          <w:lang w:val="es-ES"/>
        </w:rPr>
        <w:fldChar w:fldCharType="begin"/>
      </w:r>
      <w:r w:rsidRPr="003866E0">
        <w:rPr>
          <w:rFonts w:cstheme="minorHAnsi"/>
          <w:lang w:val="es-ES"/>
        </w:rPr>
        <w:instrText xml:space="preserve"> DOCVARIABLE  GPE_MATRICULA  \* MERGEFORMAT </w:instrText>
      </w:r>
      <w:r w:rsidR="00470EC8">
        <w:rPr>
          <w:rFonts w:cstheme="minorHAnsi"/>
          <w:lang w:val="es-ES"/>
        </w:rPr>
        <w:fldChar w:fldCharType="separate"/>
      </w:r>
      <w:r w:rsidR="00470EC8">
        <w:rPr>
          <w:rFonts w:cstheme="minorHAnsi"/>
          <w:lang w:val="es-ES"/>
        </w:rPr>
        <w:t>000001</w:t>
      </w:r>
      <w:r w:rsidRPr="003866E0">
        <w:rPr>
          <w:rFonts w:cstheme="minorHAnsi"/>
          <w:lang w:val="es-ES"/>
        </w:rPr>
        <w:fldChar w:fldCharType="end"/>
      </w:r>
    </w:p>
    <w:p w:rsidR="00285B54" w:rsidRPr="003866E0" w:rsidRDefault="00285B54" w:rsidP="003866E0">
      <w:pPr>
        <w:spacing w:after="0" w:line="240" w:lineRule="auto"/>
        <w:rPr>
          <w:rFonts w:cstheme="minorHAnsi"/>
          <w:lang w:val="es-ES"/>
        </w:rPr>
      </w:pPr>
      <w:r w:rsidRPr="003866E0">
        <w:rPr>
          <w:rFonts w:cstheme="minorHAnsi"/>
          <w:lang w:val="es-ES"/>
        </w:rPr>
        <w:t>Nombre</w:t>
      </w:r>
      <w:r w:rsidR="009B6E64" w:rsidRPr="003866E0">
        <w:rPr>
          <w:rFonts w:cstheme="minorHAnsi"/>
          <w:lang w:val="es-ES"/>
        </w:rPr>
        <w:t xml:space="preserve"> : </w:t>
      </w:r>
      <w:r w:rsidR="009B6E64" w:rsidRPr="003866E0">
        <w:rPr>
          <w:rFonts w:cstheme="minorHAnsi"/>
          <w:lang w:val="es-ES"/>
        </w:rPr>
        <w:fldChar w:fldCharType="begin"/>
      </w:r>
      <w:r w:rsidR="009B6E64" w:rsidRPr="003866E0">
        <w:rPr>
          <w:rFonts w:cstheme="minorHAnsi"/>
          <w:lang w:val="es-ES"/>
        </w:rPr>
        <w:instrText xml:space="preserve"> DOCVARIABLE  GPE_NOME  \* MERGEFORMAT </w:instrText>
      </w:r>
      <w:r w:rsidR="00470EC8">
        <w:rPr>
          <w:rFonts w:cstheme="minorHAnsi"/>
          <w:lang w:val="es-ES"/>
        </w:rPr>
        <w:fldChar w:fldCharType="separate"/>
      </w:r>
      <w:r w:rsidR="00470EC8">
        <w:rPr>
          <w:rFonts w:cstheme="minorHAnsi"/>
          <w:lang w:val="es-ES"/>
        </w:rPr>
        <w:t>ROCIO  GONZALEZ NAZARIO</w:t>
      </w:r>
      <w:r w:rsidR="009B6E64" w:rsidRPr="003866E0">
        <w:rPr>
          <w:rFonts w:cstheme="minorHAnsi"/>
          <w:lang w:val="es-ES"/>
        </w:rPr>
        <w:fldChar w:fldCharType="end"/>
      </w:r>
    </w:p>
    <w:p w:rsidR="00285B54" w:rsidRPr="003866E0" w:rsidRDefault="009B6E64" w:rsidP="003866E0">
      <w:pPr>
        <w:spacing w:after="0" w:line="240" w:lineRule="auto"/>
        <w:rPr>
          <w:rFonts w:cstheme="minorHAnsi"/>
          <w:lang w:val="es-ES"/>
        </w:rPr>
      </w:pPr>
      <w:r w:rsidRPr="003866E0">
        <w:rPr>
          <w:rFonts w:cstheme="minorHAnsi"/>
          <w:lang w:val="es-ES"/>
        </w:rPr>
        <w:t xml:space="preserve">Puesto : </w:t>
      </w:r>
      <w:r w:rsidRPr="003866E0">
        <w:rPr>
          <w:rFonts w:cstheme="minorHAnsi"/>
          <w:lang w:val="es-ES"/>
        </w:rPr>
        <w:fldChar w:fldCharType="begin"/>
      </w:r>
      <w:r w:rsidRPr="003866E0">
        <w:rPr>
          <w:rFonts w:cstheme="minorHAnsi"/>
          <w:lang w:val="es-ES"/>
        </w:rPr>
        <w:instrText xml:space="preserve"> DOCVARIABLE  GPE_POSTO  \* MERGEFORMAT </w:instrText>
      </w:r>
      <w:r w:rsidR="00470EC8">
        <w:rPr>
          <w:rFonts w:cstheme="minorHAnsi"/>
          <w:lang w:val="es-ES"/>
        </w:rPr>
        <w:fldChar w:fldCharType="separate"/>
      </w:r>
      <w:r w:rsidR="00470EC8">
        <w:rPr>
          <w:rFonts w:cstheme="minorHAnsi"/>
          <w:lang w:val="es-ES"/>
        </w:rPr>
        <w:t>000000002</w:t>
      </w:r>
      <w:r w:rsidRPr="003866E0">
        <w:rPr>
          <w:rFonts w:cstheme="minorHAnsi"/>
          <w:lang w:val="es-ES"/>
        </w:rPr>
        <w:fldChar w:fldCharType="end"/>
      </w:r>
    </w:p>
    <w:p w:rsidR="009B6E64" w:rsidRPr="003866E0" w:rsidRDefault="009B6E64" w:rsidP="003866E0">
      <w:pPr>
        <w:spacing w:after="0" w:line="240" w:lineRule="auto"/>
        <w:rPr>
          <w:rFonts w:cstheme="minorHAnsi"/>
          <w:lang w:val="es-ES"/>
        </w:rPr>
      </w:pPr>
      <w:r w:rsidRPr="003866E0">
        <w:rPr>
          <w:rFonts w:cstheme="minorHAnsi"/>
          <w:lang w:val="es-ES"/>
        </w:rPr>
        <w:t>Dep</w:t>
      </w:r>
      <w:r w:rsidR="0027612F">
        <w:rPr>
          <w:rFonts w:cstheme="minorHAnsi"/>
          <w:lang w:val="es-ES"/>
        </w:rPr>
        <w:t>a</w:t>
      </w:r>
      <w:r w:rsidRPr="003866E0">
        <w:rPr>
          <w:rFonts w:cstheme="minorHAnsi"/>
          <w:lang w:val="es-ES"/>
        </w:rPr>
        <w:t xml:space="preserve">rtamento: </w:t>
      </w:r>
      <w:r w:rsidRPr="003866E0">
        <w:rPr>
          <w:rFonts w:cstheme="minorHAnsi"/>
          <w:lang w:val="es-ES"/>
        </w:rPr>
        <w:fldChar w:fldCharType="begin"/>
      </w:r>
      <w:r w:rsidRPr="003866E0">
        <w:rPr>
          <w:rFonts w:cstheme="minorHAnsi"/>
          <w:lang w:val="es-ES"/>
        </w:rPr>
        <w:instrText xml:space="preserve"> DOCVARIABLE  GPE_DEPTO  \* MERGEFORMAT </w:instrText>
      </w:r>
      <w:r w:rsidR="00470EC8">
        <w:rPr>
          <w:rFonts w:cstheme="minorHAnsi"/>
          <w:lang w:val="es-ES"/>
        </w:rPr>
        <w:fldChar w:fldCharType="separate"/>
      </w:r>
      <w:r w:rsidR="00470EC8">
        <w:rPr>
          <w:rFonts w:cstheme="minorHAnsi"/>
          <w:lang w:val="es-ES"/>
        </w:rPr>
        <w:t>000000002</w:t>
      </w:r>
      <w:r w:rsidRPr="003866E0">
        <w:rPr>
          <w:rFonts w:cstheme="minorHAnsi"/>
          <w:lang w:val="es-ES"/>
        </w:rPr>
        <w:fldChar w:fldCharType="end"/>
      </w:r>
    </w:p>
    <w:p w:rsidR="009B6E64" w:rsidRPr="003866E0" w:rsidRDefault="009B6E64" w:rsidP="003866E0">
      <w:pPr>
        <w:spacing w:after="0" w:line="240" w:lineRule="auto"/>
        <w:rPr>
          <w:rFonts w:cstheme="minorHAnsi"/>
          <w:lang w:val="es-ES"/>
        </w:rPr>
      </w:pPr>
      <w:r w:rsidRPr="003866E0">
        <w:rPr>
          <w:rFonts w:cstheme="minorHAnsi"/>
          <w:lang w:val="es-ES"/>
        </w:rPr>
        <w:t xml:space="preserve">Salario: </w:t>
      </w:r>
      <w:r w:rsidRPr="003866E0">
        <w:rPr>
          <w:rFonts w:cstheme="minorHAnsi"/>
          <w:lang w:val="es-ES"/>
        </w:rPr>
        <w:fldChar w:fldCharType="begin"/>
      </w:r>
      <w:r w:rsidRPr="003866E0">
        <w:rPr>
          <w:rFonts w:cstheme="minorHAnsi"/>
          <w:lang w:val="es-ES"/>
        </w:rPr>
        <w:instrText xml:space="preserve"> DOCVARIABLE  GPE_SALARIO  \* MERGEFORMAT </w:instrText>
      </w:r>
      <w:r w:rsidR="00470EC8">
        <w:rPr>
          <w:rFonts w:cstheme="minorHAnsi"/>
          <w:lang w:val="es-ES"/>
        </w:rPr>
        <w:fldChar w:fldCharType="separate"/>
      </w:r>
      <w:r w:rsidR="00470EC8">
        <w:rPr>
          <w:rFonts w:cstheme="minorHAnsi"/>
          <w:lang w:val="es-ES"/>
        </w:rPr>
        <w:t xml:space="preserve">     34,000.00</w:t>
      </w:r>
      <w:r w:rsidRPr="003866E0">
        <w:rPr>
          <w:rFonts w:cstheme="minorHAnsi"/>
          <w:lang w:val="es-ES"/>
        </w:rPr>
        <w:fldChar w:fldCharType="end"/>
      </w:r>
    </w:p>
    <w:p w:rsidR="003866E0" w:rsidRPr="003866E0" w:rsidRDefault="009B6E64" w:rsidP="003866E0">
      <w:pPr>
        <w:spacing w:after="0" w:line="240" w:lineRule="auto"/>
        <w:rPr>
          <w:rFonts w:cstheme="minorHAnsi"/>
          <w:lang w:val="es-ES"/>
        </w:rPr>
      </w:pPr>
      <w:r w:rsidRPr="003866E0">
        <w:rPr>
          <w:rFonts w:cstheme="minorHAnsi"/>
          <w:lang w:val="es-ES"/>
        </w:rPr>
        <w:t xml:space="preserve">Fecha de ingreso: </w:t>
      </w:r>
      <w:r w:rsidRPr="003866E0">
        <w:rPr>
          <w:rFonts w:cstheme="minorHAnsi"/>
          <w:lang w:val="es-ES"/>
        </w:rPr>
        <w:fldChar w:fldCharType="begin"/>
      </w:r>
      <w:r w:rsidRPr="003866E0">
        <w:rPr>
          <w:rFonts w:cstheme="minorHAnsi"/>
          <w:lang w:val="es-ES"/>
        </w:rPr>
        <w:instrText xml:space="preserve"> DOCVARIABLE  GPE_DATA_ADMISSAO  \* MERGEFORMAT </w:instrText>
      </w:r>
      <w:r w:rsidR="00470EC8">
        <w:rPr>
          <w:rFonts w:cstheme="minorHAnsi"/>
          <w:lang w:val="es-ES"/>
        </w:rPr>
        <w:fldChar w:fldCharType="separate"/>
      </w:r>
      <w:r w:rsidR="00470EC8">
        <w:rPr>
          <w:rFonts w:cstheme="minorHAnsi"/>
          <w:lang w:val="es-ES"/>
        </w:rPr>
        <w:t>01/01/2020</w:t>
      </w:r>
      <w:r w:rsidRPr="003866E0">
        <w:rPr>
          <w:rFonts w:cstheme="minorHAnsi"/>
          <w:lang w:val="es-ES"/>
        </w:rPr>
        <w:fldChar w:fldCharType="end"/>
      </w:r>
    </w:p>
    <w:p w:rsidR="003866E0" w:rsidRPr="003866E0" w:rsidRDefault="003866E0" w:rsidP="003866E0">
      <w:pPr>
        <w:spacing w:after="0" w:line="240" w:lineRule="auto"/>
        <w:rPr>
          <w:rFonts w:cstheme="minorHAnsi"/>
          <w:lang w:val="es-ES"/>
        </w:rPr>
      </w:pPr>
      <w:r w:rsidRPr="003866E0">
        <w:rPr>
          <w:rFonts w:cstheme="minorHAnsi"/>
          <w:lang w:val="es-ES"/>
        </w:rPr>
        <w:t xml:space="preserve">GPE_SECNOME: </w:t>
      </w:r>
      <w:r w:rsidRPr="003866E0">
        <w:rPr>
          <w:rFonts w:cstheme="minorHAnsi"/>
          <w:lang w:val="es-ES"/>
        </w:rPr>
        <w:fldChar w:fldCharType="begin"/>
      </w:r>
      <w:r w:rsidRPr="003866E0">
        <w:rPr>
          <w:rFonts w:cstheme="minorHAnsi"/>
          <w:lang w:val="es-ES"/>
        </w:rPr>
        <w:instrText xml:space="preserve"> DOCVARIABLE  GPE_SECNOME  \* MERGEFORMAT </w:instrText>
      </w:r>
      <w:r w:rsidR="00470EC8">
        <w:rPr>
          <w:rFonts w:cstheme="minorHAnsi"/>
          <w:lang w:val="es-ES"/>
        </w:rPr>
        <w:fldChar w:fldCharType="separate"/>
      </w:r>
      <w:r w:rsidR="00470EC8">
        <w:rPr>
          <w:rFonts w:cstheme="minorHAnsi"/>
          <w:lang w:val="es-ES"/>
        </w:rPr>
        <w:t xml:space="preserve"> </w:t>
      </w:r>
      <w:r w:rsidRPr="003866E0">
        <w:rPr>
          <w:rFonts w:cstheme="minorHAnsi"/>
          <w:lang w:val="es-ES"/>
        </w:rPr>
        <w:fldChar w:fldCharType="end"/>
      </w:r>
    </w:p>
    <w:p w:rsidR="003866E0" w:rsidRPr="003866E0" w:rsidRDefault="003866E0" w:rsidP="003866E0">
      <w:pPr>
        <w:spacing w:after="0" w:line="240" w:lineRule="auto"/>
        <w:rPr>
          <w:rFonts w:cstheme="minorHAnsi"/>
          <w:lang w:val="es-ES"/>
        </w:rPr>
      </w:pPr>
      <w:r w:rsidRPr="003866E0">
        <w:rPr>
          <w:rFonts w:cstheme="minorHAnsi"/>
          <w:lang w:val="es-ES"/>
        </w:rPr>
        <w:t xml:space="preserve">GPE_PRISOBR: </w:t>
      </w:r>
      <w:r w:rsidRPr="003866E0">
        <w:rPr>
          <w:rFonts w:cstheme="minorHAnsi"/>
          <w:lang w:val="es-ES"/>
        </w:rPr>
        <w:fldChar w:fldCharType="begin"/>
      </w:r>
      <w:r w:rsidRPr="003866E0">
        <w:rPr>
          <w:rFonts w:cstheme="minorHAnsi"/>
          <w:lang w:val="es-ES"/>
        </w:rPr>
        <w:instrText xml:space="preserve"> DOCVARIABLE  GPE_PRISOBR  \* MERGEFORMAT </w:instrText>
      </w:r>
      <w:r w:rsidR="00470EC8">
        <w:rPr>
          <w:rFonts w:cstheme="minorHAnsi"/>
          <w:lang w:val="es-ES"/>
        </w:rPr>
        <w:fldChar w:fldCharType="separate"/>
      </w:r>
      <w:r w:rsidR="00470EC8">
        <w:rPr>
          <w:rFonts w:cstheme="minorHAnsi"/>
          <w:lang w:val="es-ES"/>
        </w:rPr>
        <w:t>GONZALEZ</w:t>
      </w:r>
      <w:r w:rsidRPr="003866E0">
        <w:rPr>
          <w:rFonts w:cstheme="minorHAnsi"/>
          <w:lang w:val="es-ES"/>
        </w:rPr>
        <w:fldChar w:fldCharType="end"/>
      </w:r>
    </w:p>
    <w:p w:rsidR="003866E0" w:rsidRPr="003866E0" w:rsidRDefault="003866E0" w:rsidP="003866E0">
      <w:pPr>
        <w:spacing w:after="0" w:line="240" w:lineRule="auto"/>
        <w:rPr>
          <w:rFonts w:cstheme="minorHAnsi"/>
          <w:lang w:val="es-ES"/>
        </w:rPr>
      </w:pPr>
      <w:r w:rsidRPr="003866E0">
        <w:rPr>
          <w:rFonts w:cstheme="minorHAnsi"/>
          <w:lang w:val="es-ES"/>
        </w:rPr>
        <w:t xml:space="preserve">GPE_SECSOBR: </w:t>
      </w:r>
      <w:r w:rsidRPr="003866E0">
        <w:rPr>
          <w:rFonts w:cstheme="minorHAnsi"/>
          <w:lang w:val="es-ES"/>
        </w:rPr>
        <w:fldChar w:fldCharType="begin"/>
      </w:r>
      <w:r w:rsidRPr="003866E0">
        <w:rPr>
          <w:rFonts w:cstheme="minorHAnsi"/>
          <w:lang w:val="es-ES"/>
        </w:rPr>
        <w:instrText xml:space="preserve"> DOCVARIABLE  GPE_SECSOBR  \* MERGEFORMAT </w:instrText>
      </w:r>
      <w:r w:rsidR="00470EC8">
        <w:rPr>
          <w:rFonts w:cstheme="minorHAnsi"/>
          <w:lang w:val="es-ES"/>
        </w:rPr>
        <w:fldChar w:fldCharType="separate"/>
      </w:r>
      <w:r w:rsidR="00470EC8">
        <w:rPr>
          <w:rFonts w:cstheme="minorHAnsi"/>
          <w:lang w:val="es-ES"/>
        </w:rPr>
        <w:t>NAZARIO</w:t>
      </w:r>
      <w:r w:rsidRPr="003866E0">
        <w:rPr>
          <w:rFonts w:cstheme="minorHAnsi"/>
          <w:lang w:val="es-ES"/>
        </w:rPr>
        <w:fldChar w:fldCharType="end"/>
      </w:r>
    </w:p>
    <w:p w:rsidR="003866E0" w:rsidRPr="003866E0" w:rsidRDefault="003866E0" w:rsidP="003866E0">
      <w:pPr>
        <w:spacing w:after="0" w:line="240" w:lineRule="auto"/>
        <w:rPr>
          <w:rFonts w:cstheme="minorHAnsi"/>
          <w:lang w:val="es-ES"/>
        </w:rPr>
      </w:pPr>
      <w:r w:rsidRPr="003866E0">
        <w:rPr>
          <w:rFonts w:cstheme="minorHAnsi"/>
          <w:lang w:val="es-ES"/>
        </w:rPr>
        <w:t xml:space="preserve">GPE_KEYLOC: </w:t>
      </w:r>
      <w:r w:rsidRPr="003866E0">
        <w:rPr>
          <w:rFonts w:cstheme="minorHAnsi"/>
          <w:lang w:val="es-ES"/>
        </w:rPr>
        <w:fldChar w:fldCharType="begin"/>
      </w:r>
      <w:r w:rsidRPr="003866E0">
        <w:rPr>
          <w:rFonts w:cstheme="minorHAnsi"/>
          <w:lang w:val="es-ES"/>
        </w:rPr>
        <w:instrText xml:space="preserve"> DOCVARIABLE  GPE_KEYLOC  \* MERGEFORMAT </w:instrText>
      </w:r>
      <w:r w:rsidR="00470EC8">
        <w:rPr>
          <w:rFonts w:cstheme="minorHAnsi"/>
          <w:lang w:val="es-ES"/>
        </w:rPr>
        <w:fldChar w:fldCharType="separate"/>
      </w:r>
      <w:r w:rsidR="00470EC8">
        <w:rPr>
          <w:rFonts w:cstheme="minorHAnsi"/>
          <w:lang w:val="es-ES"/>
        </w:rPr>
        <w:t>0001</w:t>
      </w:r>
      <w:r w:rsidRPr="003866E0">
        <w:rPr>
          <w:rFonts w:cstheme="minorHAnsi"/>
          <w:lang w:val="es-ES"/>
        </w:rPr>
        <w:fldChar w:fldCharType="end"/>
      </w:r>
    </w:p>
    <w:p w:rsidR="003866E0" w:rsidRPr="003866E0" w:rsidRDefault="003866E0" w:rsidP="003866E0">
      <w:pPr>
        <w:spacing w:after="0" w:line="240" w:lineRule="auto"/>
        <w:rPr>
          <w:rFonts w:cstheme="minorHAnsi"/>
          <w:lang w:val="es-ES"/>
        </w:rPr>
      </w:pPr>
      <w:r w:rsidRPr="003866E0">
        <w:rPr>
          <w:rFonts w:cstheme="minorHAnsi"/>
          <w:lang w:val="es-ES"/>
        </w:rPr>
        <w:t xml:space="preserve">GPE_TSIMSS: </w:t>
      </w:r>
      <w:r w:rsidRPr="003866E0">
        <w:rPr>
          <w:rFonts w:cstheme="minorHAnsi"/>
          <w:lang w:val="es-ES"/>
        </w:rPr>
        <w:fldChar w:fldCharType="begin"/>
      </w:r>
      <w:r w:rsidRPr="003866E0">
        <w:rPr>
          <w:rFonts w:cstheme="minorHAnsi"/>
          <w:lang w:val="es-ES"/>
        </w:rPr>
        <w:instrText xml:space="preserve"> DOCVARIABLE  GPE_TSIMSS  \* MERGEFORMAT </w:instrText>
      </w:r>
      <w:r w:rsidR="00470EC8">
        <w:rPr>
          <w:rFonts w:cstheme="minorHAnsi"/>
          <w:lang w:val="es-ES"/>
        </w:rPr>
        <w:fldChar w:fldCharType="separate"/>
      </w:r>
      <w:r w:rsidR="00470EC8">
        <w:rPr>
          <w:rFonts w:cstheme="minorHAnsi"/>
          <w:lang w:val="es-ES"/>
        </w:rPr>
        <w:t>0</w:t>
      </w:r>
      <w:r w:rsidRPr="003866E0">
        <w:rPr>
          <w:rFonts w:cstheme="minorHAnsi"/>
          <w:lang w:val="es-ES"/>
        </w:rPr>
        <w:fldChar w:fldCharType="end"/>
      </w:r>
    </w:p>
    <w:p w:rsidR="003866E0" w:rsidRPr="003866E0" w:rsidRDefault="003866E0" w:rsidP="003866E0">
      <w:pPr>
        <w:spacing w:after="0" w:line="240" w:lineRule="auto"/>
        <w:rPr>
          <w:rFonts w:cstheme="minorHAnsi"/>
          <w:lang w:val="es-ES"/>
        </w:rPr>
      </w:pPr>
      <w:r w:rsidRPr="003866E0">
        <w:rPr>
          <w:rFonts w:cstheme="minorHAnsi"/>
          <w:lang w:val="es-ES"/>
        </w:rPr>
        <w:t xml:space="preserve">GPE_TEIMSS: </w:t>
      </w:r>
      <w:r w:rsidRPr="003866E0">
        <w:rPr>
          <w:rFonts w:cstheme="minorHAnsi"/>
          <w:lang w:val="es-ES"/>
        </w:rPr>
        <w:fldChar w:fldCharType="begin"/>
      </w:r>
      <w:r w:rsidRPr="003866E0">
        <w:rPr>
          <w:rFonts w:cstheme="minorHAnsi"/>
          <w:lang w:val="es-ES"/>
        </w:rPr>
        <w:instrText xml:space="preserve"> DOCVARIABLE  GPE_TEIMSS  \* MERGEFORMAT </w:instrText>
      </w:r>
      <w:r w:rsidR="00470EC8">
        <w:rPr>
          <w:rFonts w:cstheme="minorHAnsi"/>
          <w:lang w:val="es-ES"/>
        </w:rPr>
        <w:fldChar w:fldCharType="separate"/>
      </w:r>
      <w:r w:rsidR="00470EC8">
        <w:rPr>
          <w:rFonts w:cstheme="minorHAnsi"/>
          <w:lang w:val="es-ES"/>
        </w:rPr>
        <w:t>1</w:t>
      </w:r>
      <w:r w:rsidRPr="003866E0">
        <w:rPr>
          <w:rFonts w:cstheme="minorHAnsi"/>
          <w:lang w:val="es-ES"/>
        </w:rPr>
        <w:fldChar w:fldCharType="end"/>
      </w:r>
    </w:p>
    <w:p w:rsidR="003866E0" w:rsidRPr="003866E0" w:rsidRDefault="003866E0" w:rsidP="003866E0">
      <w:pPr>
        <w:spacing w:after="0" w:line="240" w:lineRule="auto"/>
        <w:rPr>
          <w:rFonts w:cstheme="minorHAnsi"/>
          <w:lang w:val="es-ES"/>
        </w:rPr>
      </w:pPr>
      <w:r w:rsidRPr="003866E0">
        <w:rPr>
          <w:rFonts w:cstheme="minorHAnsi"/>
          <w:lang w:val="es-ES"/>
        </w:rPr>
        <w:t xml:space="preserve">GPE_TJRNDA: </w:t>
      </w:r>
      <w:r w:rsidRPr="003866E0">
        <w:rPr>
          <w:rFonts w:cstheme="minorHAnsi"/>
          <w:lang w:val="es-ES"/>
        </w:rPr>
        <w:fldChar w:fldCharType="begin"/>
      </w:r>
      <w:r w:rsidRPr="003866E0">
        <w:rPr>
          <w:rFonts w:cstheme="minorHAnsi"/>
          <w:lang w:val="es-ES"/>
        </w:rPr>
        <w:instrText xml:space="preserve"> DOCVARIABLE  GPE_TJRNDA  \* MERGEFORMAT </w:instrText>
      </w:r>
      <w:r w:rsidR="00470EC8">
        <w:rPr>
          <w:rFonts w:cstheme="minorHAnsi"/>
          <w:lang w:val="es-ES"/>
        </w:rPr>
        <w:fldChar w:fldCharType="separate"/>
      </w:r>
      <w:r w:rsidR="00470EC8">
        <w:rPr>
          <w:rFonts w:cstheme="minorHAnsi"/>
          <w:lang w:val="es-ES"/>
        </w:rPr>
        <w:t>6</w:t>
      </w:r>
      <w:r w:rsidRPr="003866E0">
        <w:rPr>
          <w:rFonts w:cstheme="minorHAnsi"/>
          <w:lang w:val="es-ES"/>
        </w:rPr>
        <w:fldChar w:fldCharType="end"/>
      </w:r>
    </w:p>
    <w:p w:rsidR="003866E0" w:rsidRPr="003866E0" w:rsidRDefault="003866E0" w:rsidP="003866E0">
      <w:pPr>
        <w:spacing w:after="0" w:line="240" w:lineRule="auto"/>
        <w:rPr>
          <w:rFonts w:cstheme="minorHAnsi"/>
          <w:lang w:val="es-ES"/>
        </w:rPr>
      </w:pPr>
      <w:r w:rsidRPr="003866E0">
        <w:rPr>
          <w:rFonts w:cstheme="minorHAnsi"/>
          <w:lang w:val="es-ES"/>
        </w:rPr>
        <w:t xml:space="preserve">GPE_FECREI: </w:t>
      </w:r>
      <w:r w:rsidRPr="003866E0">
        <w:rPr>
          <w:rFonts w:cstheme="minorHAnsi"/>
          <w:lang w:val="es-ES"/>
        </w:rPr>
        <w:fldChar w:fldCharType="begin"/>
      </w:r>
      <w:r w:rsidRPr="003866E0">
        <w:rPr>
          <w:rFonts w:cstheme="minorHAnsi"/>
          <w:lang w:val="es-ES"/>
        </w:rPr>
        <w:instrText xml:space="preserve"> DOCVARIABLE  GPE_FECREI  \* MERGEFORMAT </w:instrText>
      </w:r>
      <w:r w:rsidR="00470EC8">
        <w:rPr>
          <w:rFonts w:cstheme="minorHAnsi"/>
          <w:lang w:val="es-ES"/>
        </w:rPr>
        <w:fldChar w:fldCharType="separate"/>
      </w:r>
      <w:r w:rsidR="00470EC8">
        <w:rPr>
          <w:rFonts w:cstheme="minorHAnsi"/>
          <w:lang w:val="es-ES"/>
        </w:rPr>
        <w:t xml:space="preserve">  /  /</w:t>
      </w:r>
      <w:r w:rsidRPr="003866E0">
        <w:rPr>
          <w:rFonts w:cstheme="minorHAnsi"/>
          <w:lang w:val="es-ES"/>
        </w:rPr>
        <w:fldChar w:fldCharType="end"/>
      </w:r>
    </w:p>
    <w:p w:rsidR="003866E0" w:rsidRPr="003866E0" w:rsidRDefault="003866E0" w:rsidP="003866E0">
      <w:pPr>
        <w:spacing w:after="0" w:line="240" w:lineRule="auto"/>
        <w:rPr>
          <w:rFonts w:cstheme="minorHAnsi"/>
          <w:lang w:val="es-ES"/>
        </w:rPr>
      </w:pPr>
      <w:r w:rsidRPr="003866E0">
        <w:rPr>
          <w:rFonts w:cstheme="minorHAnsi"/>
          <w:lang w:val="es-ES"/>
        </w:rPr>
        <w:t xml:space="preserve">GPE_DTBIMSS: </w:t>
      </w:r>
      <w:r w:rsidRPr="003866E0">
        <w:rPr>
          <w:rFonts w:cstheme="minorHAnsi"/>
          <w:lang w:val="es-ES"/>
        </w:rPr>
        <w:fldChar w:fldCharType="begin"/>
      </w:r>
      <w:r w:rsidRPr="003866E0">
        <w:rPr>
          <w:rFonts w:cstheme="minorHAnsi"/>
          <w:lang w:val="es-ES"/>
        </w:rPr>
        <w:instrText xml:space="preserve"> DOCVARIABLE  GPE_DTBIMSS  \* MERGEFORMAT </w:instrText>
      </w:r>
      <w:r w:rsidR="00470EC8">
        <w:rPr>
          <w:rFonts w:cstheme="minorHAnsi"/>
          <w:lang w:val="es-ES"/>
        </w:rPr>
        <w:fldChar w:fldCharType="separate"/>
      </w:r>
      <w:r w:rsidR="00470EC8">
        <w:rPr>
          <w:rFonts w:cstheme="minorHAnsi"/>
          <w:lang w:val="es-ES"/>
        </w:rPr>
        <w:t xml:space="preserve">  /  /</w:t>
      </w:r>
      <w:r w:rsidRPr="003866E0">
        <w:rPr>
          <w:rFonts w:cstheme="minorHAnsi"/>
          <w:lang w:val="es-ES"/>
        </w:rPr>
        <w:fldChar w:fldCharType="end"/>
      </w:r>
    </w:p>
    <w:p w:rsidR="003866E0" w:rsidRPr="003866E0" w:rsidRDefault="003866E0" w:rsidP="003866E0">
      <w:pPr>
        <w:spacing w:after="0" w:line="240" w:lineRule="auto"/>
        <w:rPr>
          <w:rFonts w:cstheme="minorHAnsi"/>
          <w:lang w:val="es-ES"/>
        </w:rPr>
      </w:pPr>
      <w:r w:rsidRPr="003866E0">
        <w:rPr>
          <w:rFonts w:cstheme="minorHAnsi"/>
          <w:lang w:val="es-ES"/>
        </w:rPr>
        <w:t xml:space="preserve">GPE_CODRPAT: </w:t>
      </w:r>
      <w:r w:rsidRPr="003866E0">
        <w:rPr>
          <w:rFonts w:cstheme="minorHAnsi"/>
          <w:lang w:val="es-ES"/>
        </w:rPr>
        <w:fldChar w:fldCharType="begin"/>
      </w:r>
      <w:r w:rsidRPr="003866E0">
        <w:rPr>
          <w:rFonts w:cstheme="minorHAnsi"/>
          <w:lang w:val="es-ES"/>
        </w:rPr>
        <w:instrText xml:space="preserve"> DOCVARIABLE  GPE_CODRPAT  \* MERGEFORMAT </w:instrText>
      </w:r>
      <w:r w:rsidR="00470EC8">
        <w:rPr>
          <w:rFonts w:cstheme="minorHAnsi"/>
          <w:lang w:val="es-ES"/>
        </w:rPr>
        <w:fldChar w:fldCharType="separate"/>
      </w:r>
      <w:r w:rsidR="00470EC8">
        <w:rPr>
          <w:rFonts w:cstheme="minorHAnsi"/>
          <w:lang w:val="es-ES"/>
        </w:rPr>
        <w:t>0001</w:t>
      </w:r>
      <w:r w:rsidRPr="003866E0">
        <w:rPr>
          <w:rFonts w:cstheme="minorHAnsi"/>
          <w:lang w:val="es-ES"/>
        </w:rPr>
        <w:fldChar w:fldCharType="end"/>
      </w:r>
    </w:p>
    <w:p w:rsidR="003866E0" w:rsidRPr="003866E0" w:rsidRDefault="003866E0" w:rsidP="003866E0">
      <w:pPr>
        <w:spacing w:after="0" w:line="240" w:lineRule="auto"/>
        <w:rPr>
          <w:rFonts w:cstheme="minorHAnsi"/>
          <w:lang w:val="es-ES"/>
        </w:rPr>
      </w:pPr>
      <w:r w:rsidRPr="003866E0">
        <w:rPr>
          <w:rFonts w:cstheme="minorHAnsi"/>
          <w:lang w:val="es-ES"/>
        </w:rPr>
        <w:t xml:space="preserve">GPE_CURP: </w:t>
      </w:r>
      <w:r w:rsidRPr="003866E0">
        <w:rPr>
          <w:rFonts w:cstheme="minorHAnsi"/>
          <w:lang w:val="es-ES"/>
        </w:rPr>
        <w:fldChar w:fldCharType="begin"/>
      </w:r>
      <w:r w:rsidRPr="003866E0">
        <w:rPr>
          <w:rFonts w:cstheme="minorHAnsi"/>
          <w:lang w:val="es-ES"/>
        </w:rPr>
        <w:instrText xml:space="preserve"> DOCVARIABLE  GPE_CURP  \* MERGEFORMAT </w:instrText>
      </w:r>
      <w:r w:rsidR="00470EC8">
        <w:rPr>
          <w:rFonts w:cstheme="minorHAnsi"/>
          <w:lang w:val="es-ES"/>
        </w:rPr>
        <w:fldChar w:fldCharType="separate"/>
      </w:r>
      <w:r w:rsidR="00470EC8">
        <w:rPr>
          <w:rFonts w:cstheme="minorHAnsi"/>
          <w:lang w:val="es-ES"/>
        </w:rPr>
        <w:t>GONR790405MQTNZC05</w:t>
      </w:r>
      <w:r w:rsidRPr="003866E0">
        <w:rPr>
          <w:rFonts w:cstheme="minorHAnsi"/>
          <w:lang w:val="es-ES"/>
        </w:rPr>
        <w:fldChar w:fldCharType="end"/>
      </w:r>
    </w:p>
    <w:p w:rsidR="003866E0" w:rsidRPr="003866E0" w:rsidRDefault="003866E0" w:rsidP="003866E0">
      <w:pPr>
        <w:spacing w:after="0" w:line="240" w:lineRule="auto"/>
        <w:rPr>
          <w:rFonts w:cstheme="minorHAnsi"/>
          <w:lang w:val="es-ES"/>
        </w:rPr>
      </w:pPr>
      <w:r w:rsidRPr="003866E0">
        <w:rPr>
          <w:rFonts w:cstheme="minorHAnsi"/>
          <w:lang w:val="es-ES"/>
        </w:rPr>
        <w:t xml:space="preserve">GPE_TIPINF: </w:t>
      </w:r>
      <w:r w:rsidRPr="003866E0">
        <w:rPr>
          <w:rFonts w:cstheme="minorHAnsi"/>
          <w:lang w:val="es-ES"/>
        </w:rPr>
        <w:fldChar w:fldCharType="begin"/>
      </w:r>
      <w:r w:rsidRPr="003866E0">
        <w:rPr>
          <w:rFonts w:cstheme="minorHAnsi"/>
          <w:lang w:val="es-ES"/>
        </w:rPr>
        <w:instrText xml:space="preserve"> DOCVARIABLE  GPE_TIPINF  \* MERGEFORMAT </w:instrText>
      </w:r>
      <w:r w:rsidR="00470EC8">
        <w:rPr>
          <w:rFonts w:cstheme="minorHAnsi"/>
          <w:lang w:val="es-ES"/>
        </w:rPr>
        <w:fldChar w:fldCharType="separate"/>
      </w:r>
      <w:r w:rsidR="00470EC8">
        <w:rPr>
          <w:rFonts w:cstheme="minorHAnsi"/>
          <w:lang w:val="es-ES"/>
        </w:rPr>
        <w:t xml:space="preserve"> </w:t>
      </w:r>
      <w:r w:rsidRPr="003866E0">
        <w:rPr>
          <w:rFonts w:cstheme="minorHAnsi"/>
          <w:lang w:val="es-ES"/>
        </w:rPr>
        <w:fldChar w:fldCharType="end"/>
      </w:r>
    </w:p>
    <w:p w:rsidR="003866E0" w:rsidRDefault="003866E0" w:rsidP="003866E0">
      <w:pPr>
        <w:rPr>
          <w:rFonts w:cstheme="minorHAnsi"/>
          <w:lang w:val="es-ES"/>
        </w:rPr>
      </w:pPr>
      <w:r w:rsidRPr="003866E0">
        <w:rPr>
          <w:rFonts w:cstheme="minorHAnsi"/>
          <w:lang w:val="es-ES"/>
        </w:rPr>
        <w:t xml:space="preserve">GPE_VALINF: </w:t>
      </w:r>
      <w:r w:rsidRPr="003866E0">
        <w:rPr>
          <w:rFonts w:cstheme="minorHAnsi"/>
          <w:lang w:val="es-ES"/>
        </w:rPr>
        <w:fldChar w:fldCharType="begin"/>
      </w:r>
      <w:r w:rsidRPr="003866E0">
        <w:rPr>
          <w:rFonts w:cstheme="minorHAnsi"/>
          <w:lang w:val="es-ES"/>
        </w:rPr>
        <w:instrText xml:space="preserve"> DOCVARIABLE  GPE_VALINF  \* MERGEFORMAT </w:instrText>
      </w:r>
      <w:r w:rsidR="00470EC8">
        <w:rPr>
          <w:rFonts w:cstheme="minorHAnsi"/>
          <w:lang w:val="es-ES"/>
        </w:rPr>
        <w:fldChar w:fldCharType="separate"/>
      </w:r>
      <w:r w:rsidR="00470EC8">
        <w:rPr>
          <w:rFonts w:cstheme="minorHAnsi"/>
          <w:lang w:val="es-ES"/>
        </w:rPr>
        <w:t xml:space="preserve">      0.000000</w:t>
      </w:r>
      <w:r w:rsidRPr="003866E0">
        <w:rPr>
          <w:rFonts w:cstheme="minorHAnsi"/>
          <w:lang w:val="es-ES"/>
        </w:rPr>
        <w:fldChar w:fldCharType="end"/>
      </w:r>
    </w:p>
    <w:p w:rsidR="003866E0" w:rsidRPr="003866E0" w:rsidRDefault="003866E0" w:rsidP="003866E0">
      <w:pPr>
        <w:rPr>
          <w:rFonts w:cstheme="minorHAnsi"/>
          <w:lang w:val="es-ES"/>
        </w:rPr>
      </w:pPr>
      <w:r w:rsidRPr="003866E0">
        <w:rPr>
          <w:rFonts w:cstheme="minorHAnsi"/>
          <w:lang w:val="es-ES"/>
        </w:rPr>
        <w:t xml:space="preserve">GPE_NUMINF: </w:t>
      </w:r>
      <w:r w:rsidRPr="003866E0">
        <w:rPr>
          <w:rFonts w:cstheme="minorHAnsi"/>
          <w:lang w:val="es-ES"/>
        </w:rPr>
        <w:fldChar w:fldCharType="begin"/>
      </w:r>
      <w:r w:rsidRPr="003866E0">
        <w:rPr>
          <w:rFonts w:cstheme="minorHAnsi"/>
          <w:lang w:val="es-ES"/>
        </w:rPr>
        <w:instrText xml:space="preserve"> DOCVARIABLE  GPE_NUMINF  \* MERGEFORMAT </w:instrText>
      </w:r>
      <w:r w:rsidR="00470EC8">
        <w:rPr>
          <w:rFonts w:cstheme="minorHAnsi"/>
          <w:lang w:val="es-ES"/>
        </w:rPr>
        <w:fldChar w:fldCharType="separate"/>
      </w:r>
      <w:r w:rsidR="00470EC8">
        <w:rPr>
          <w:rFonts w:cstheme="minorHAnsi"/>
          <w:lang w:val="es-ES"/>
        </w:rPr>
        <w:t xml:space="preserve"> </w:t>
      </w:r>
      <w:r w:rsidRPr="003866E0">
        <w:rPr>
          <w:rFonts w:cstheme="minorHAnsi"/>
          <w:lang w:val="es-ES"/>
        </w:rPr>
        <w:fldChar w:fldCharType="end"/>
      </w:r>
    </w:p>
    <w:p w:rsidR="003866E0" w:rsidRPr="003866E0" w:rsidRDefault="003866E0" w:rsidP="003866E0">
      <w:pPr>
        <w:spacing w:after="0" w:line="240" w:lineRule="auto"/>
        <w:rPr>
          <w:rFonts w:cstheme="minorHAnsi"/>
          <w:lang w:val="es-ES"/>
        </w:rPr>
      </w:pPr>
    </w:p>
    <w:p w:rsidR="009B6E64" w:rsidRPr="003866E0" w:rsidRDefault="009B6E64" w:rsidP="003866E0">
      <w:pPr>
        <w:spacing w:after="0" w:line="240" w:lineRule="auto"/>
        <w:rPr>
          <w:rFonts w:cstheme="minorHAnsi"/>
          <w:lang w:val="es-ES"/>
        </w:rPr>
      </w:pPr>
    </w:p>
    <w:sectPr w:rsidR="009B6E64" w:rsidRPr="003866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EC8" w:rsidRDefault="00470EC8" w:rsidP="00470EC8">
      <w:pPr>
        <w:spacing w:after="0" w:line="240" w:lineRule="auto"/>
      </w:pPr>
      <w:r>
        <w:separator/>
      </w:r>
    </w:p>
  </w:endnote>
  <w:endnote w:type="continuationSeparator" w:id="0">
    <w:p w:rsidR="00470EC8" w:rsidRDefault="00470EC8" w:rsidP="00470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EC8" w:rsidRDefault="00470EC8" w:rsidP="00470EC8">
      <w:pPr>
        <w:spacing w:after="0" w:line="240" w:lineRule="auto"/>
      </w:pPr>
      <w:r>
        <w:separator/>
      </w:r>
    </w:p>
  </w:footnote>
  <w:footnote w:type="continuationSeparator" w:id="0">
    <w:p w:rsidR="00470EC8" w:rsidRDefault="00470EC8" w:rsidP="00470E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6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gpe_bairrolp" w:val="CENTRO"/>
    <w:docVar w:name="gpe_cartorio01" w:val=" "/>
    <w:docVar w:name="gpe_cartorio02" w:val=" "/>
    <w:docVar w:name="gpe_cartorio03" w:val=" "/>
    <w:docVar w:name="gpe_cartorio04" w:val=" "/>
    <w:docVar w:name="gpe_cartorio05" w:val=" "/>
    <w:docVar w:name="gpe_cartorio06" w:val=" "/>
    <w:docVar w:name="gpe_cartorio07" w:val=" "/>
    <w:docVar w:name="gpe_cartorio08" w:val=" "/>
    <w:docVar w:name="gpe_cartorio09" w:val=" "/>
    <w:docVar w:name="gpe_cartorio10" w:val=" "/>
    <w:docVar w:name="gpe_cdepe01" w:val=" "/>
    <w:docVar w:name="gpe_cdepe02" w:val=" "/>
    <w:docVar w:name="gpe_cdepe03" w:val=" "/>
    <w:docVar w:name="gpe_cdepe04" w:val=" "/>
    <w:docVar w:name="gpe_cdepe05" w:val=" "/>
    <w:docVar w:name="gpe_cdepe06" w:val=" "/>
    <w:docVar w:name="gpe_cdepe07" w:val=" "/>
    <w:docVar w:name="gpe_cdepe08" w:val=" "/>
    <w:docVar w:name="gpe_cdepe09" w:val=" "/>
    <w:docVar w:name="gpe_cdepe10" w:val=" "/>
    <w:docVar w:name="gpe_ceplp" w:val="76000"/>
    <w:docVar w:name="gpe_cgrau08" w:val=" "/>
    <w:docVar w:name="gpe_cgrau09" w:val=" "/>
    <w:docVar w:name="gpe_cgrau10" w:val=" "/>
    <w:docVar w:name="gpe_cgrdp01" w:val=" "/>
    <w:docVar w:name="gpe_cgrdp02" w:val=" "/>
    <w:docVar w:name="gpe_cgrdp03" w:val=" "/>
    <w:docVar w:name="gpe_cgrdp04" w:val=" "/>
    <w:docVar w:name="gpe_cgrdp05" w:val=" "/>
    <w:docVar w:name="gpe_cgrdp06" w:val=" "/>
    <w:docVar w:name="gpe_cgrdp07" w:val=" "/>
    <w:docVar w:name="gpe_cgrdp08" w:val=" "/>
    <w:docVar w:name="gpe_cgrdp09" w:val=" "/>
    <w:docVar w:name="gpe_cgrdp10" w:val=" "/>
    <w:docVar w:name="gpe_cidadelp" w:val=" "/>
    <w:docVar w:name="gpe_codrpat" w:val="0001"/>
    <w:docVar w:name="gpe_curp" w:val="GONR790405MQTNZC05"/>
    <w:docVar w:name="gpe_data_admissao" w:val="01/01/2020"/>
    <w:docVar w:name="gpe_depto" w:val="000000002"/>
    <w:docVar w:name="gpe_desc_est_civ" w:val="CASADO(A)"/>
    <w:docVar w:name="gpe_desclp" w:val="RGC_LOC_PAGO"/>
    <w:docVar w:name="gpe_descmunic" w:val=" "/>
    <w:docVar w:name="gpe_descmuniclp" w:val=" "/>
    <w:docVar w:name="gpe_dt_baixa01" w:val=" "/>
    <w:docVar w:name="gpe_dt_baixa02" w:val=" "/>
    <w:docVar w:name="gpe_dt_baixa03" w:val=" "/>
    <w:docVar w:name="gpe_dt_baixa04" w:val=" "/>
    <w:docVar w:name="gpe_dt_baixa05" w:val=" "/>
    <w:docVar w:name="gpe_dt_baixa06" w:val=" "/>
    <w:docVar w:name="gpe_dt_baixa07" w:val=" "/>
    <w:docVar w:name="gpe_dt_baixa08" w:val=" "/>
    <w:docVar w:name="gpe_dt_baixa09" w:val=" "/>
    <w:docVar w:name="gpe_dt_baixa10" w:val=" "/>
    <w:docVar w:name="gpe_dt_entrega01" w:val=" "/>
    <w:docVar w:name="gpe_dt_entrega02" w:val=" "/>
    <w:docVar w:name="gpe_dt_entrega03" w:val=" "/>
    <w:docVar w:name="gpe_dt_entrega04" w:val=" "/>
    <w:docVar w:name="gpe_dt_entrega05" w:val=" "/>
    <w:docVar w:name="gpe_dt_entrega06" w:val=" "/>
    <w:docVar w:name="gpe_dt_entrega07" w:val=" "/>
    <w:docVar w:name="gpe_dt_entrega08" w:val=" "/>
    <w:docVar w:name="gpe_dt_entrega09" w:val=" "/>
    <w:docVar w:name="gpe_dt_entrega10" w:val=" "/>
    <w:docVar w:name="gpe_dtbimss" w:val="  /  /"/>
    <w:docVar w:name="gpe_dtflir01" w:val=" "/>
    <w:docVar w:name="gpe_dtflir02" w:val=" "/>
    <w:docVar w:name="gpe_dtflir03" w:val=" "/>
    <w:docVar w:name="gpe_dtflir04" w:val=" "/>
    <w:docVar w:name="gpe_dtflir05" w:val=" "/>
    <w:docVar w:name="gpe_dtflir06" w:val=" "/>
    <w:docVar w:name="gpe_dtflir07" w:val=" "/>
    <w:docVar w:name="gpe_dtflir08" w:val=" "/>
    <w:docVar w:name="gpe_dtflir09" w:val=" "/>
    <w:docVar w:name="gpe_dtflir10" w:val=" "/>
    <w:docVar w:name="gpe_enderecolp" w:val="CENTRO"/>
    <w:docVar w:name="gpe_estadolp" w:val="QRO"/>
    <w:docVar w:name="gpe_fecrei" w:val="  /  /"/>
    <w:docVar w:name="gpe_idade" w:val="43"/>
    <w:docVar w:name="gpe_keyloc" w:val="0001"/>
    <w:docVar w:name="gpe_local01" w:val=" "/>
    <w:docVar w:name="gpe_local02" w:val=" "/>
    <w:docVar w:name="gpe_local03" w:val=" "/>
    <w:docVar w:name="gpe_local04" w:val=" "/>
    <w:docVar w:name="gpe_local05" w:val=" "/>
    <w:docVar w:name="gpe_local06" w:val=" "/>
    <w:docVar w:name="gpe_local07" w:val=" "/>
    <w:docVar w:name="gpe_local08" w:val=" "/>
    <w:docVar w:name="gpe_local09" w:val=" "/>
    <w:docVar w:name="gpe_local10" w:val=" "/>
    <w:docVar w:name="gpe_matricula" w:val="000001"/>
    <w:docVar w:name="gpe_municnasc" w:val=" "/>
    <w:docVar w:name="gpe_nfolha01" w:val=" "/>
    <w:docVar w:name="gpe_nfolha02" w:val=" "/>
    <w:docVar w:name="gpe_nfolha03" w:val=" "/>
    <w:docVar w:name="gpe_nfolha04" w:val=" "/>
    <w:docVar w:name="gpe_nfolha05" w:val=" "/>
    <w:docVar w:name="gpe_nfolha06" w:val=" "/>
    <w:docVar w:name="gpe_nfolha07" w:val=" "/>
    <w:docVar w:name="gpe_nfolha08" w:val=" "/>
    <w:docVar w:name="gpe_nfolha09" w:val=" "/>
    <w:docVar w:name="gpe_nfolha10" w:val=" "/>
    <w:docVar w:name="gpe_nlivro01" w:val=" "/>
    <w:docVar w:name="gpe_nlivro02" w:val=" "/>
    <w:docVar w:name="gpe_nlivro03" w:val=" "/>
    <w:docVar w:name="gpe_nlivro04" w:val=" "/>
    <w:docVar w:name="gpe_nlivro05" w:val=" "/>
    <w:docVar w:name="gpe_nlivro06" w:val=" "/>
    <w:docVar w:name="gpe_nlivro07" w:val=" "/>
    <w:docVar w:name="gpe_nlivro08" w:val=" "/>
    <w:docVar w:name="gpe_nlivro09" w:val=" "/>
    <w:docVar w:name="gpe_nlivro10" w:val=" "/>
    <w:docVar w:name="gpe_nome" w:val="ROCIO  GONZALEZ NAZARIO"/>
    <w:docVar w:name="gpe_nregistro01" w:val=" "/>
    <w:docVar w:name="gpe_nregistro02" w:val=" "/>
    <w:docVar w:name="gpe_nregistro03" w:val=" "/>
    <w:docVar w:name="gpe_nregistro04" w:val=" "/>
    <w:docVar w:name="gpe_nregistro05" w:val=" "/>
    <w:docVar w:name="gpe_nregistro06" w:val=" "/>
    <w:docVar w:name="gpe_nregistro07" w:val=" "/>
    <w:docVar w:name="gpe_nregistro08" w:val=" "/>
    <w:docVar w:name="gpe_nregistro09" w:val=" "/>
    <w:docVar w:name="gpe_nregistro10" w:val=" "/>
    <w:docVar w:name="gpe_numinf" w:val=" "/>
    <w:docVar w:name="gpe_posto" w:val="000000002"/>
    <w:docVar w:name="gpe_prinome" w:val="ROCIO"/>
    <w:docVar w:name="gpe_prisobr" w:val="GONZALEZ"/>
    <w:docVar w:name="gpe_proces" w:val="00001"/>
    <w:docVar w:name="gpe_reqfunc" w:val="TESTE SOPORTE"/>
    <w:docVar w:name="gpe_salario" w:val="     34,000.00"/>
    <w:docVar w:name="gpe_secnome" w:val=" "/>
    <w:docVar w:name="gpe_secsobr" w:val="NAZARIO"/>
    <w:docVar w:name="gpe_teimss" w:val="1"/>
    <w:docVar w:name="gpe_tipinf" w:val=" "/>
    <w:docVar w:name="gpe_tjrnda" w:val="6"/>
    <w:docVar w:name="gpe_tsimss" w:val="0"/>
    <w:docVar w:name="gpe_valinf" w:val="      0.000000"/>
  </w:docVars>
  <w:rsids>
    <w:rsidRoot w:val="00470EC8"/>
    <w:rsid w:val="0027612F"/>
    <w:rsid w:val="00285B54"/>
    <w:rsid w:val="00362DF1"/>
    <w:rsid w:val="003866E0"/>
    <w:rsid w:val="00470EC8"/>
    <w:rsid w:val="007C48E3"/>
    <w:rsid w:val="00872E4E"/>
    <w:rsid w:val="009B6E64"/>
    <w:rsid w:val="00CC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249325-A671-4E0A-A111-9F07FBC71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E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EC8"/>
  </w:style>
  <w:style w:type="paragraph" w:styleId="Piedepgina">
    <w:name w:val="footer"/>
    <w:basedOn w:val="Normal"/>
    <w:link w:val="PiedepginaCar"/>
    <w:uiPriority w:val="99"/>
    <w:unhideWhenUsed/>
    <w:rsid w:val="00470E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5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gonzalez.qro\AppData\Local\Temp\p12127_13794289_test.dotx%20%20%20%20%20%20%20%20%20%20%20%20%20%20%20%20%20%20%20%20%20%20%20%20%20%20%20%20%20%20%20%20%20%20%20%2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p12127_13794289_test.dotx                                    </Template>
  <TotalTime>0</TotalTime>
  <Pages>1</Pages>
  <Words>205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 Gonzalez Nazario</dc:creator>
  <cp:keywords/>
  <dc:description/>
  <cp:lastModifiedBy>Rocio Gonzalez Nazario</cp:lastModifiedBy>
  <cp:revision>1</cp:revision>
  <dcterms:created xsi:type="dcterms:W3CDTF">2022-03-15T04:59:00Z</dcterms:created>
  <dcterms:modified xsi:type="dcterms:W3CDTF">2022-03-15T04:59:00Z</dcterms:modified>
</cp:coreProperties>
</file>